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1C205D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2020-2023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B31956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2021/2022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2F510C2" w:rsidR="0085747A" w:rsidRPr="009C54AE" w:rsidRDefault="00947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79825F5" w:rsidR="0085747A" w:rsidRPr="009C54AE" w:rsidRDefault="00947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2F37D5FA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D547D2C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FD009F3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23EBC2B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8774E">
        <w:rPr>
          <w:rFonts w:ascii="Corbel" w:hAnsi="Corbel"/>
          <w:b w:val="0"/>
          <w:smallCaps w:val="0"/>
          <w:szCs w:val="24"/>
        </w:rPr>
        <w:t>praca projektowa</w:t>
      </w:r>
    </w:p>
    <w:p w14:paraId="2619C54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3573F1C8" w14:textId="6BAA7E4D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</w:p>
        </w:tc>
      </w:tr>
      <w:tr w:rsidR="00F56B39" w:rsidRPr="009C54AE" w14:paraId="72E03DD1" w14:textId="77777777" w:rsidTr="00F56B39">
        <w:tc>
          <w:tcPr>
            <w:tcW w:w="9520" w:type="dxa"/>
          </w:tcPr>
          <w:p w14:paraId="33738C75" w14:textId="06BC2DF0" w:rsidR="00F56B39" w:rsidRPr="009C54AE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edukacyjne: struktura systemu oświaty, administracja i nadzór, finansowanie szkoły, nauczyciele, programy nauczania, egzaminy, ocena skuteczności szkoły, reformy oświatowe, problemy do rozwiązania na przyszłość (Polska, Anglia, Francja, Hiszpania, Niemcy, Rosja, Szwecja, Włochy)</w:t>
            </w:r>
          </w:p>
        </w:tc>
      </w:tr>
      <w:tr w:rsidR="00F56B39" w:rsidRPr="009C54AE" w14:paraId="40E69BBF" w14:textId="77777777" w:rsidTr="00F56B39">
        <w:tc>
          <w:tcPr>
            <w:tcW w:w="9520" w:type="dxa"/>
          </w:tcPr>
          <w:p w14:paraId="7DC670E9" w14:textId="69F1C706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edukacyjne: struktura systemu oświaty, administracja i nadzór, finansowanie szkoły, nauczyciele, programy nauczania, egzaminy, ocena skuteczności szkoły, reformy oświatowe, problemy do rozwiązania na przyszłość (Brazylia, Chiny, Egipt, Indie, Iran, Izrael, Japonia, USA)</w:t>
            </w:r>
          </w:p>
        </w:tc>
      </w:tr>
      <w:tr w:rsidR="00F56B39" w:rsidRPr="009C54AE" w14:paraId="575C7190" w14:textId="77777777" w:rsidTr="00F56B39">
        <w:tc>
          <w:tcPr>
            <w:tcW w:w="9520" w:type="dxa"/>
          </w:tcPr>
          <w:p w14:paraId="265CF62A" w14:textId="107D8605" w:rsidR="00F56B39" w:rsidRPr="00F56B39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 xml:space="preserve">Ogólna analiza komparatystyczna systemów edukacji: cele oświaty, progi szkolne, wiek uczniów na progach szkolnych, obowiązek szkolny, rola i znaczenie egzaminów, skale ocen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szkolnych, inspekcja i kontrola, finansowanie oświaty, status nauczycieli, programy nauczania, reformy oświatowe)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432835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6A693BC5" w:rsidR="0085747A" w:rsidRPr="00153C41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3B662E0D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5A01852F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075F3B7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4031A4E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38503" w14:textId="7D44F16F" w:rsidR="00400B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</w:t>
            </w:r>
            <w:r w:rsidR="00400BC3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C1FF6C" w14:textId="0105D706" w:rsidR="00C61DC5" w:rsidRPr="009C54AE" w:rsidRDefault="008C09B8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205A607C" w14:textId="77777777" w:rsidR="00C61DC5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2</w:t>
            </w:r>
          </w:p>
          <w:p w14:paraId="7E7072C0" w14:textId="53908898" w:rsidR="00400BC3" w:rsidRPr="009C54AE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221BB61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0BF6FD09" w:rsidR="00C61DC5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72D4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6B35D1C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8C3FBBF" w:rsidR="0085747A" w:rsidRPr="009C54AE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5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77777777" w:rsid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9" w:history="1"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>Pedagogika porównawcza: problemy, stan badań i perspektywy rozwoju. Oficyna Wydawnicza "Impuls" / - Kraków, 2014.</w:t>
              </w:r>
            </w:hyperlink>
          </w:p>
          <w:p w14:paraId="72101553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0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128E6560" w14:textId="4FA78DE6" w:rsidR="008966C5" w:rsidRPr="00651D08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Strategie reform oświatowych na świecie. Wyd. IBE, Warszawa 2003.</w:t>
            </w:r>
          </w:p>
          <w:p w14:paraId="7BD3D0A3" w14:textId="6BBBDE66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Współczesne systemy edukacyjne. Wyd. IBE, Warszawa 2000.</w:t>
            </w:r>
          </w:p>
          <w:p w14:paraId="214FF268" w14:textId="68C1FADD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hyperlink r:id="rId11" w:history="1"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 - Wyd. 2 popr. i uzup. "Żak" Warszawa, 2007.</w:t>
              </w:r>
            </w:hyperlink>
          </w:p>
          <w:p w14:paraId="2E59BFDF" w14:textId="77777777" w:rsidR="008966C5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Vanova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porównawcza [w:] Pedagogika. Red. B. Śliwerski, tom 2. GWP, Gdańsk 2006.</w:t>
            </w:r>
          </w:p>
          <w:p w14:paraId="56070F37" w14:textId="7B9A80E6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 ministerstw edukacji państw wymienionych w treściach programowych;</w:t>
            </w:r>
          </w:p>
        </w:tc>
      </w:tr>
      <w:tr w:rsidR="0085747A" w:rsidRPr="00947876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FDA626" w14:textId="77777777" w:rsidR="00651D08" w:rsidRPr="00651D08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Błażejewski W., Pedagogika porównawcza, materiały pomocnicze dla studentów. Wyd. UR. Rzeszów 2006</w:t>
            </w:r>
          </w:p>
          <w:p w14:paraId="182ABAA9" w14:textId="77777777" w:rsidR="00651D08" w:rsidRPr="00651D08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O zmianach w edukacji. Konteksty, zagrożenia i możliwości. Wyd. Akademii Bydgoskiej, 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Bygdoszcz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4D529988" w14:textId="6E6ABF21" w:rsidR="008966C5" w:rsidRPr="00947876" w:rsidRDefault="008966C5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Prucha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J., Pedagogika porównawcza. Podręcznik akademicki. </w:t>
            </w:r>
            <w:r w:rsidRPr="0094787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PWN, Warszawa 2004</w:t>
            </w:r>
          </w:p>
          <w:p w14:paraId="04847B7C" w14:textId="3C1BB9AC" w:rsidR="008966C5" w:rsidRPr="00947876" w:rsidRDefault="008966C5" w:rsidP="008966C5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4787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Comparative Education Review (http://www.jstor.org/action/showPublication?journalCode=compeducrevi)</w:t>
            </w:r>
          </w:p>
        </w:tc>
      </w:tr>
    </w:tbl>
    <w:p w14:paraId="394F695F" w14:textId="77777777" w:rsidR="0085747A" w:rsidRPr="009478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8A2DDD" w14:textId="77777777" w:rsidR="0085747A" w:rsidRPr="0094787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D29A5" w14:textId="77777777" w:rsidR="00473E1C" w:rsidRDefault="00473E1C" w:rsidP="00C16ABF">
      <w:pPr>
        <w:spacing w:after="0" w:line="240" w:lineRule="auto"/>
      </w:pPr>
      <w:r>
        <w:separator/>
      </w:r>
    </w:p>
  </w:endnote>
  <w:endnote w:type="continuationSeparator" w:id="0">
    <w:p w14:paraId="79A27C14" w14:textId="77777777" w:rsidR="00473E1C" w:rsidRDefault="00473E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CAE1C" w14:textId="77777777" w:rsidR="00473E1C" w:rsidRDefault="00473E1C" w:rsidP="00C16ABF">
      <w:pPr>
        <w:spacing w:after="0" w:line="240" w:lineRule="auto"/>
      </w:pPr>
      <w:r>
        <w:separator/>
      </w:r>
    </w:p>
  </w:footnote>
  <w:footnote w:type="continuationSeparator" w:id="0">
    <w:p w14:paraId="20DEDD2C" w14:textId="77777777" w:rsidR="00473E1C" w:rsidRDefault="00473E1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81FF2"/>
    <w:rsid w:val="002857DE"/>
    <w:rsid w:val="00291567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E1C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85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D"/>
    <w:rsid w:val="00766FD4"/>
    <w:rsid w:val="007701D6"/>
    <w:rsid w:val="0078168C"/>
    <w:rsid w:val="00787C2A"/>
    <w:rsid w:val="00790E27"/>
    <w:rsid w:val="00795BB3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DAC"/>
    <w:rsid w:val="00916188"/>
    <w:rsid w:val="00923D7D"/>
    <w:rsid w:val="0093178E"/>
    <w:rsid w:val="00947876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94B98"/>
    <w:rsid w:val="00CA2B96"/>
    <w:rsid w:val="00CA5089"/>
    <w:rsid w:val="00CB42CB"/>
    <w:rsid w:val="00CC5D21"/>
    <w:rsid w:val="00CD6897"/>
    <w:rsid w:val="00CE5BAC"/>
    <w:rsid w:val="00CF25BE"/>
    <w:rsid w:val="00CF78ED"/>
    <w:rsid w:val="00D02B25"/>
    <w:rsid w:val="00D02EBA"/>
    <w:rsid w:val="00D031D0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6B0AC-53A1-41A2-9E19-88527CB3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2019-12-19T12:32:00Z</cp:lastPrinted>
  <dcterms:created xsi:type="dcterms:W3CDTF">2019-11-20T17:03:00Z</dcterms:created>
  <dcterms:modified xsi:type="dcterms:W3CDTF">2021-10-01T10:02:00Z</dcterms:modified>
</cp:coreProperties>
</file>